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888A000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201A09">
        <w:rPr>
          <w:rStyle w:val="Strong"/>
          <w:rFonts w:asciiTheme="minorHAnsi" w:hAnsiTheme="minorHAnsi" w:cstheme="minorHAnsi"/>
          <w:lang w:val="en-GB"/>
        </w:rPr>
        <w:t>22-W006-24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523"/>
      </w:tblGrid>
      <w:tr w:rsidR="00B0293A" w:rsidRPr="00A33618" w14:paraId="07FCC147" w14:textId="77777777" w:rsidTr="00F10954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3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10954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710C066" w14:textId="31F2D7DD" w:rsidR="00B0293A" w:rsidRPr="00532E97" w:rsidRDefault="00F1095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17/10/2024</w:t>
            </w:r>
          </w:p>
        </w:tc>
      </w:tr>
      <w:tr w:rsidR="00B0293A" w:rsidRPr="00A33618" w14:paraId="5922C38F" w14:textId="77777777" w:rsidTr="00F10954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7567B4"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067CCA5" w14:textId="78C3C645" w:rsidR="00B0293A" w:rsidRPr="00532E97" w:rsidRDefault="00F1095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22/10/2024</w:t>
            </w:r>
          </w:p>
        </w:tc>
      </w:tr>
      <w:tr w:rsidR="00B0293A" w:rsidRPr="00A33618" w14:paraId="4D9567D4" w14:textId="77777777" w:rsidTr="00F10954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89B299" w14:textId="5EF71830" w:rsidR="00B0293A" w:rsidRPr="00B0293A" w:rsidRDefault="00F1095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25/10/2024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10954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B0F8C82" w14:textId="7C6299E2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28/10/2024</w:t>
            </w:r>
          </w:p>
        </w:tc>
      </w:tr>
      <w:tr w:rsidR="00B0293A" w:rsidRPr="00A33618" w14:paraId="3D3C37BA" w14:textId="77777777" w:rsidTr="00F10954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250D317" w:rsidR="00B0293A" w:rsidRPr="00B0293A" w:rsidRDefault="00F1095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1/11/2024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31DFD36F" w14:textId="77777777" w:rsidTr="00F10954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266BE3D7" w:rsidR="00B0293A" w:rsidRPr="00532E97" w:rsidRDefault="00F1095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6/11/2024</w:t>
            </w:r>
          </w:p>
        </w:tc>
      </w:tr>
      <w:tr w:rsidR="00B0293A" w:rsidRPr="00A33618" w14:paraId="1D91F0FB" w14:textId="77777777" w:rsidTr="00F10954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8CE09F" w14:textId="6ECC1A53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7/11/204</w:t>
            </w:r>
          </w:p>
        </w:tc>
      </w:tr>
      <w:tr w:rsidR="00B0293A" w:rsidRPr="00A33618" w14:paraId="5319267B" w14:textId="77777777" w:rsidTr="00F10954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449178D" w14:textId="2875027B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21/11/2024</w:t>
            </w:r>
          </w:p>
        </w:tc>
      </w:tr>
      <w:tr w:rsidR="00B0293A" w:rsidRPr="00A33618" w14:paraId="603C6C3A" w14:textId="77777777" w:rsidTr="00F10954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ADCA74" w14:textId="0A6B7C35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22/11/2024</w:t>
            </w:r>
          </w:p>
        </w:tc>
      </w:tr>
      <w:tr w:rsidR="00B0293A" w:rsidRPr="00A33618" w14:paraId="405F2EC0" w14:textId="77777777" w:rsidTr="00F10954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783A509" w14:textId="1D33BFEC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25/11/2024</w:t>
            </w:r>
          </w:p>
        </w:tc>
      </w:tr>
      <w:tr w:rsidR="00B0293A" w:rsidRPr="00A33618" w14:paraId="169855ED" w14:textId="77777777" w:rsidTr="00F10954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8C3B234" w14:textId="4E9BDCFF" w:rsidR="00B0293A" w:rsidRPr="00532E97" w:rsidRDefault="00F109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26/11/2024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81A15" w14:textId="77777777" w:rsidR="00034B0F" w:rsidRDefault="00034B0F">
      <w:r>
        <w:separator/>
      </w:r>
    </w:p>
  </w:endnote>
  <w:endnote w:type="continuationSeparator" w:id="0">
    <w:p w14:paraId="4C69820E" w14:textId="77777777" w:rsidR="00034B0F" w:rsidRDefault="00034B0F">
      <w:r>
        <w:continuationSeparator/>
      </w:r>
    </w:p>
  </w:endnote>
  <w:endnote w:type="continuationNotice" w:id="1">
    <w:p w14:paraId="0B94782B" w14:textId="77777777" w:rsidR="00034B0F" w:rsidRDefault="00034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01A09" w:rsidRPr="00201A0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01A09" w:rsidRPr="00201A0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6A9F11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10954">
      <w:rPr>
        <w:noProof/>
      </w:rPr>
      <w:t>2024-10-17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D8AC" w14:textId="77777777" w:rsidR="00034B0F" w:rsidRDefault="00034B0F">
      <w:r>
        <w:separator/>
      </w:r>
    </w:p>
  </w:footnote>
  <w:footnote w:type="continuationSeparator" w:id="0">
    <w:p w14:paraId="47E1772E" w14:textId="77777777" w:rsidR="00034B0F" w:rsidRDefault="00034B0F">
      <w:r>
        <w:continuationSeparator/>
      </w:r>
    </w:p>
  </w:footnote>
  <w:footnote w:type="continuationNotice" w:id="1">
    <w:p w14:paraId="0F886F32" w14:textId="77777777" w:rsidR="00034B0F" w:rsidRDefault="00034B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5E30B4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92269">
    <w:abstractNumId w:val="1"/>
  </w:num>
  <w:num w:numId="2" w16cid:durableId="1851487079">
    <w:abstractNumId w:val="10"/>
  </w:num>
  <w:num w:numId="3" w16cid:durableId="1152941506">
    <w:abstractNumId w:val="11"/>
  </w:num>
  <w:num w:numId="4" w16cid:durableId="1840658238">
    <w:abstractNumId w:val="4"/>
  </w:num>
  <w:num w:numId="5" w16cid:durableId="1640958280">
    <w:abstractNumId w:val="3"/>
  </w:num>
  <w:num w:numId="6" w16cid:durableId="2122414515">
    <w:abstractNumId w:val="7"/>
  </w:num>
  <w:num w:numId="7" w16cid:durableId="29452868">
    <w:abstractNumId w:val="5"/>
  </w:num>
  <w:num w:numId="8" w16cid:durableId="448741606">
    <w:abstractNumId w:val="9"/>
  </w:num>
  <w:num w:numId="9" w16cid:durableId="215051253">
    <w:abstractNumId w:val="0"/>
  </w:num>
  <w:num w:numId="10" w16cid:durableId="12995932">
    <w:abstractNumId w:val="8"/>
  </w:num>
  <w:num w:numId="11" w16cid:durableId="924151980">
    <w:abstractNumId w:val="2"/>
  </w:num>
  <w:num w:numId="12" w16cid:durableId="2879035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B0F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11FE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261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A09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1A4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0954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6728292A-E742-4CA6-B372-A58B9C93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B9162-C48B-4BBB-8E23-E2113AD4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5</cp:revision>
  <cp:lastPrinted>2013-10-18T08:32:00Z</cp:lastPrinted>
  <dcterms:created xsi:type="dcterms:W3CDTF">2020-07-06T13:09:00Z</dcterms:created>
  <dcterms:modified xsi:type="dcterms:W3CDTF">2024-10-17T03:54:00Z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